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BDE32" w14:textId="1EC8880B"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BA092" wp14:editId="6F0BC333">
                <wp:simplePos x="0" y="0"/>
                <wp:positionH relativeFrom="column">
                  <wp:posOffset>4243070</wp:posOffset>
                </wp:positionH>
                <wp:positionV relativeFrom="paragraph">
                  <wp:posOffset>-377190</wp:posOffset>
                </wp:positionV>
                <wp:extent cx="140970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FED98" w14:textId="6D753281" w:rsidR="00EB271D" w:rsidRDefault="00EB271D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1B717F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算数</w:t>
                            </w:r>
                            <w:r w:rsidR="00832D57"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BBA0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1pt;margin-top:-29.7pt;width:111pt;height:2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" fillcolor="white [3201]" strokeweight=".5pt">
                <v:textbox>
                  <w:txbxContent>
                    <w:p w14:paraId="467FED98" w14:textId="6D753281" w:rsidR="00EB271D" w:rsidRDefault="00EB271D">
                      <w:r>
                        <w:rPr>
                          <w:rFonts w:hint="eastAsia"/>
                        </w:rPr>
                        <w:t>小学校</w:t>
                      </w:r>
                      <w:r w:rsidR="001B717F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算数</w:t>
                      </w:r>
                      <w:r w:rsidR="00832D57"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832D57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ねん</w:t>
      </w:r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さんすう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375B1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かず</w:t>
      </w:r>
      <w:bookmarkStart w:id="0" w:name="_GoBack"/>
      <w:bookmarkEnd w:id="0"/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とすうじ」</w:t>
      </w:r>
      <w:r w:rsidR="008618DB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③</w:t>
      </w:r>
    </w:p>
    <w:p w14:paraId="66D7F1A3" w14:textId="77777777" w:rsidR="00451811" w:rsidRDefault="001B717F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まえ：　　　　　　　　　　　　　</w:t>
      </w:r>
    </w:p>
    <w:p w14:paraId="055DF361" w14:textId="77777777" w:rsidR="00037A7B" w:rsidRPr="00037A7B" w:rsidRDefault="00037A7B" w:rsidP="00037A7B">
      <w:pPr>
        <w:ind w:right="280"/>
        <w:jc w:val="left"/>
        <w:rPr>
          <w:rFonts w:ascii="HG丸ｺﾞｼｯｸM-PRO" w:eastAsia="HG丸ｺﾞｼｯｸM-PRO" w:hAnsi="HG丸ｺﾞｼｯｸM-PRO"/>
          <w:sz w:val="28"/>
        </w:rPr>
      </w:pPr>
      <w:r w:rsidRPr="00037A7B"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しょ</w:t>
      </w:r>
      <w:r>
        <w:rPr>
          <w:rFonts w:ascii="HG丸ｺﾞｼｯｸM-PRO" w:eastAsia="HG丸ｺﾞｼｯｸM-PRO" w:hAnsi="HG丸ｺﾞｼｯｸM-PRO" w:hint="eastAsia"/>
          <w:sz w:val="28"/>
        </w:rPr>
        <w:t>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037A7B">
        <w:rPr>
          <w:rFonts w:ascii="HG丸ｺﾞｼｯｸM-PRO" w:eastAsia="HG丸ｺﾞｼｯｸM-PRO" w:hAnsi="HG丸ｺﾞｼｯｸM-PRO" w:hint="eastAsia"/>
          <w:sz w:val="28"/>
        </w:rPr>
        <w:t>１２ぺーじ</w:t>
      </w:r>
      <w:r>
        <w:rPr>
          <w:rFonts w:ascii="HG丸ｺﾞｼｯｸM-PRO" w:eastAsia="HG丸ｺﾞｼｯｸM-PRO" w:hAnsi="HG丸ｺﾞｼｯｸM-PRO" w:hint="eastAsia"/>
          <w:sz w:val="28"/>
        </w:rPr>
        <w:t>と</w:t>
      </w:r>
      <w:r w:rsidRPr="00037A7B">
        <w:rPr>
          <w:rFonts w:ascii="HG丸ｺﾞｼｯｸM-PRO" w:eastAsia="HG丸ｺﾞｼｯｸM-PRO" w:hAnsi="HG丸ｺﾞｼｯｸM-PRO" w:hint="eastAsia"/>
          <w:sz w:val="28"/>
        </w:rPr>
        <w:t xml:space="preserve">　１３ぺー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じ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>を　みましょう。</w:t>
      </w: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8F2D23" w:rsidRPr="001B717F" w14:paraId="5D794829" w14:textId="77777777" w:rsidTr="00C62B52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4E78B4" w14:textId="77777777" w:rsidR="00C62B52" w:rsidRPr="00C62B52" w:rsidRDefault="00C62B52" w:rsidP="00C62B52">
            <w:pPr>
              <w:spacing w:line="5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ものの　なまえの　かずを　こえに　だして　かぞえましょう。</w:t>
            </w:r>
          </w:p>
        </w:tc>
      </w:tr>
    </w:tbl>
    <w:p w14:paraId="10D244A2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p w14:paraId="6D9FC6C0" w14:textId="77777777" w:rsidR="00037A7B" w:rsidRPr="00037A7B" w:rsidRDefault="00037A7B" w:rsidP="00037A7B">
      <w:pPr>
        <w:ind w:right="280"/>
        <w:jc w:val="left"/>
        <w:rPr>
          <w:rFonts w:ascii="HG丸ｺﾞｼｯｸM-PRO" w:eastAsia="HG丸ｺﾞｼｯｸM-PRO" w:hAnsi="HG丸ｺﾞｼｯｸM-PRO"/>
          <w:sz w:val="28"/>
        </w:rPr>
      </w:pPr>
      <w:r w:rsidRPr="00037A7B"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しょ</w:t>
      </w:r>
      <w:r>
        <w:rPr>
          <w:rFonts w:ascii="HG丸ｺﾞｼｯｸM-PRO" w:eastAsia="HG丸ｺﾞｼｯｸM-PRO" w:hAnsi="HG丸ｺﾞｼｯｸM-PRO" w:hint="eastAsia"/>
          <w:sz w:val="28"/>
        </w:rPr>
        <w:t>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１４</w:t>
      </w:r>
      <w:r w:rsidRPr="00037A7B">
        <w:rPr>
          <w:rFonts w:ascii="HG丸ｺﾞｼｯｸM-PRO" w:eastAsia="HG丸ｺﾞｼｯｸM-PRO" w:hAnsi="HG丸ｺﾞｼｯｸM-PRO" w:hint="eastAsia"/>
          <w:sz w:val="28"/>
        </w:rPr>
        <w:t>ぺー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じ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>を　みましょう。</w:t>
      </w:r>
    </w:p>
    <w:p w14:paraId="2598B407" w14:textId="77777777" w:rsidR="00037A7B" w:rsidRPr="00037A7B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037A7B" w:rsidRPr="00C62B52" w14:paraId="0CE76559" w14:textId="77777777" w:rsidTr="00037A7B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3F492E" w14:textId="77777777" w:rsidR="00037A7B" w:rsidRPr="00037A7B" w:rsidRDefault="00037A7B" w:rsidP="00037A7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ものの　かずだけ　〇を　ぬりましょう。</w:t>
            </w:r>
          </w:p>
        </w:tc>
      </w:tr>
    </w:tbl>
    <w:p w14:paraId="2427AFB8" w14:textId="77777777" w:rsidR="00037A7B" w:rsidRPr="00037A7B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p w14:paraId="218CFC03" w14:textId="77777777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①</w:t>
      </w:r>
      <w:r w:rsidR="00BB26ED" w:rsidRPr="00037A7B">
        <w:rPr>
          <w:rFonts w:ascii="HG丸ｺﾞｼｯｸM-PRO" w:eastAsia="HG丸ｺﾞｼｯｸM-PRO" w:hAnsi="HG丸ｺﾞｼｯｸM-PRO" w:hint="eastAsia"/>
          <w:sz w:val="28"/>
        </w:rPr>
        <w:t xml:space="preserve">はなの　</w:t>
      </w:r>
      <w:proofErr w:type="gramStart"/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め</w:t>
      </w:r>
      <w:proofErr w:type="gramEnd"/>
      <w:r w:rsidR="001B717F" w:rsidRPr="00037A7B">
        <w:rPr>
          <w:rFonts w:ascii="HG丸ｺﾞｼｯｸM-PRO" w:eastAsia="HG丸ｺﾞｼｯｸM-PRO" w:hAnsi="HG丸ｺﾞｼｯｸM-PRO" w:hint="eastAsia"/>
          <w:sz w:val="28"/>
        </w:rPr>
        <w:t xml:space="preserve">　　　</w:t>
      </w:r>
    </w:p>
    <w:p w14:paraId="38ACD495" w14:textId="77777777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②</w:t>
      </w:r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ぴんくの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は</w:t>
      </w:r>
      <w:proofErr w:type="gramStart"/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な</w:t>
      </w:r>
      <w:proofErr w:type="gramEnd"/>
      <w:r w:rsidR="001B717F" w:rsidRPr="00037A7B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BB26ED" w:rsidRPr="00037A7B">
        <w:rPr>
          <w:rFonts w:ascii="HG丸ｺﾞｼｯｸM-PRO" w:eastAsia="HG丸ｺﾞｼｯｸM-PRO" w:hAnsi="HG丸ｺﾞｼｯｸM-PRO"/>
          <w:sz w:val="28"/>
        </w:rPr>
        <w:t xml:space="preserve"> </w:t>
      </w:r>
    </w:p>
    <w:p w14:paraId="59643BA2" w14:textId="77777777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③</w:t>
      </w:r>
      <w:proofErr w:type="gramStart"/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いちりんしゃ</w:t>
      </w:r>
      <w:proofErr w:type="gramEnd"/>
      <w:r w:rsidR="001B717F" w:rsidRPr="00037A7B">
        <w:rPr>
          <w:rFonts w:ascii="HG丸ｺﾞｼｯｸM-PRO" w:eastAsia="HG丸ｺﾞｼｯｸM-PRO" w:hAnsi="HG丸ｺﾞｼｯｸM-PRO" w:hint="eastAsia"/>
          <w:sz w:val="28"/>
        </w:rPr>
        <w:t xml:space="preserve">　　　</w:t>
      </w:r>
    </w:p>
    <w:p w14:paraId="75509814" w14:textId="77777777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④</w:t>
      </w:r>
      <w:r w:rsidR="00BB26ED" w:rsidRPr="00037A7B">
        <w:rPr>
          <w:rFonts w:ascii="HG丸ｺﾞｼｯｸM-PRO" w:eastAsia="HG丸ｺﾞｼｯｸM-PRO" w:hAnsi="HG丸ｺﾞｼｯｸM-PRO" w:hint="eastAsia"/>
          <w:sz w:val="28"/>
        </w:rPr>
        <w:t xml:space="preserve">りんご　　　　　</w:t>
      </w:r>
    </w:p>
    <w:p w14:paraId="2FE73C7D" w14:textId="77777777" w:rsidR="001B717F" w:rsidRP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⑤</w:t>
      </w:r>
      <w:proofErr w:type="gramStart"/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た</w:t>
      </w:r>
      <w:proofErr w:type="gramEnd"/>
      <w:r w:rsidR="00BB26ED" w:rsidRPr="00037A7B">
        <w:rPr>
          <w:rFonts w:ascii="HG丸ｺﾞｼｯｸM-PRO" w:eastAsia="HG丸ｺﾞｼｯｸM-PRO" w:hAnsi="HG丸ｺﾞｼｯｸM-PRO" w:hint="eastAsia"/>
          <w:sz w:val="28"/>
        </w:rPr>
        <w:t>いや</w:t>
      </w:r>
    </w:p>
    <w:p w14:paraId="55085FC0" w14:textId="77777777" w:rsidR="00037A7B" w:rsidRDefault="00037A7B" w:rsidP="001B717F">
      <w:pPr>
        <w:rPr>
          <w:rFonts w:ascii="HG丸ｺﾞｼｯｸM-PRO" w:eastAsia="HG丸ｺﾞｼｯｸM-PRO" w:hAnsi="HG丸ｺﾞｼｯｸM-PRO"/>
          <w:sz w:val="28"/>
        </w:rPr>
      </w:pPr>
    </w:p>
    <w:p w14:paraId="3D4E2882" w14:textId="77777777" w:rsidR="00037A7B" w:rsidRP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 w:rsidRPr="00037A7B">
        <w:rPr>
          <w:rFonts w:ascii="HG丸ｺﾞｼｯｸM-PRO" w:eastAsia="HG丸ｺﾞｼｯｸM-PRO" w:hAnsi="HG丸ｺﾞｼｯｸM-PRO" w:hint="eastAsia"/>
          <w:sz w:val="28"/>
          <w:highlight w:val="lightGray"/>
        </w:rPr>
        <w:t>◎</w:t>
      </w:r>
      <w:r>
        <w:rPr>
          <w:rFonts w:ascii="HG丸ｺﾞｼｯｸM-PRO" w:eastAsia="HG丸ｺﾞｼｯｸM-PRO" w:hAnsi="HG丸ｺﾞｼｯｸM-PRO" w:hint="eastAsia"/>
          <w:sz w:val="28"/>
          <w:highlight w:val="lightGray"/>
        </w:rPr>
        <w:t xml:space="preserve">　</w:t>
      </w:r>
      <w:r w:rsidRPr="00037A7B">
        <w:rPr>
          <w:rFonts w:ascii="HG丸ｺﾞｼｯｸM-PRO" w:eastAsia="HG丸ｺﾞｼｯｸM-PRO" w:hAnsi="HG丸ｺﾞｼｯｸM-PRO" w:hint="eastAsia"/>
          <w:sz w:val="28"/>
        </w:rPr>
        <w:t>すうじを　ゆっくり　なぞりましょう。</w:t>
      </w:r>
    </w:p>
    <w:p w14:paraId="7A74E24F" w14:textId="77777777" w:rsidR="00037A7B" w:rsidRPr="00037A7B" w:rsidRDefault="00037A7B" w:rsidP="00037A7B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◎　</w:t>
      </w:r>
      <w:r w:rsidRPr="00037A7B">
        <w:rPr>
          <w:rFonts w:ascii="HG丸ｺﾞｼｯｸM-PRO" w:eastAsia="HG丸ｺﾞｼｯｸM-PRO" w:hAnsi="HG丸ｺﾞｼｯｸM-PRO" w:hint="eastAsia"/>
          <w:sz w:val="28"/>
        </w:rPr>
        <w:t>すうじを　ますに　ていねいに　かきましょう。</w:t>
      </w:r>
    </w:p>
    <w:p w14:paraId="711ADDCB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sectPr w:rsidR="00C62B52" w:rsidSect="00DD15AC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2E04F" w14:textId="77777777" w:rsidR="002261CB" w:rsidRDefault="002261CB" w:rsidP="00F77396">
      <w:r>
        <w:separator/>
      </w:r>
    </w:p>
  </w:endnote>
  <w:endnote w:type="continuationSeparator" w:id="0">
    <w:p w14:paraId="56AA4CA5" w14:textId="77777777" w:rsidR="002261CB" w:rsidRDefault="002261CB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30AE5" w14:textId="77777777" w:rsidR="002261CB" w:rsidRDefault="002261CB" w:rsidP="00F77396">
      <w:r>
        <w:separator/>
      </w:r>
    </w:p>
  </w:footnote>
  <w:footnote w:type="continuationSeparator" w:id="0">
    <w:p w14:paraId="25F4300F" w14:textId="77777777" w:rsidR="002261CB" w:rsidRDefault="002261CB" w:rsidP="00F7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43F7E"/>
    <w:multiLevelType w:val="hybridMultilevel"/>
    <w:tmpl w:val="4CDE37B4"/>
    <w:lvl w:ilvl="0" w:tplc="D39811D4">
      <w:numFmt w:val="bullet"/>
      <w:lvlText w:val="・"/>
      <w:lvlJc w:val="left"/>
      <w:pPr>
        <w:ind w:left="14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5" w:hanging="420"/>
      </w:pPr>
      <w:rPr>
        <w:rFonts w:ascii="Wingdings" w:hAnsi="Wingdings" w:hint="default"/>
      </w:rPr>
    </w:lvl>
  </w:abstractNum>
  <w:abstractNum w:abstractNumId="1" w15:restartNumberingAfterBreak="0">
    <w:nsid w:val="38054878"/>
    <w:multiLevelType w:val="hybridMultilevel"/>
    <w:tmpl w:val="688A0F54"/>
    <w:lvl w:ilvl="0" w:tplc="0C1AC232">
      <w:start w:val="2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1800B91"/>
    <w:multiLevelType w:val="hybridMultilevel"/>
    <w:tmpl w:val="68028372"/>
    <w:lvl w:ilvl="0" w:tplc="2770490A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C17874"/>
    <w:multiLevelType w:val="hybridMultilevel"/>
    <w:tmpl w:val="2ED618B0"/>
    <w:lvl w:ilvl="0" w:tplc="F3C67968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350802"/>
    <w:multiLevelType w:val="hybridMultilevel"/>
    <w:tmpl w:val="32FC7F36"/>
    <w:lvl w:ilvl="0" w:tplc="39388E8C">
      <w:start w:val="5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691397"/>
    <w:multiLevelType w:val="hybridMultilevel"/>
    <w:tmpl w:val="942AAF1E"/>
    <w:lvl w:ilvl="0" w:tplc="7C72AFAA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37A7B"/>
    <w:rsid w:val="000603A6"/>
    <w:rsid w:val="00061CEF"/>
    <w:rsid w:val="001B5261"/>
    <w:rsid w:val="001B717F"/>
    <w:rsid w:val="001E744F"/>
    <w:rsid w:val="0021275E"/>
    <w:rsid w:val="0022113A"/>
    <w:rsid w:val="002261CB"/>
    <w:rsid w:val="002300BB"/>
    <w:rsid w:val="00253E97"/>
    <w:rsid w:val="00270A6B"/>
    <w:rsid w:val="00285902"/>
    <w:rsid w:val="002C5282"/>
    <w:rsid w:val="00304458"/>
    <w:rsid w:val="00310B35"/>
    <w:rsid w:val="003228C5"/>
    <w:rsid w:val="00375B16"/>
    <w:rsid w:val="003A06AD"/>
    <w:rsid w:val="00451811"/>
    <w:rsid w:val="00481A02"/>
    <w:rsid w:val="00511521"/>
    <w:rsid w:val="0057722A"/>
    <w:rsid w:val="00595019"/>
    <w:rsid w:val="005F69A5"/>
    <w:rsid w:val="00627591"/>
    <w:rsid w:val="00695510"/>
    <w:rsid w:val="006D61C2"/>
    <w:rsid w:val="00737BEE"/>
    <w:rsid w:val="007F0B4D"/>
    <w:rsid w:val="00832D57"/>
    <w:rsid w:val="008453EB"/>
    <w:rsid w:val="008618DB"/>
    <w:rsid w:val="00893AD4"/>
    <w:rsid w:val="008C2E05"/>
    <w:rsid w:val="008F2D23"/>
    <w:rsid w:val="00A45F49"/>
    <w:rsid w:val="00A94A20"/>
    <w:rsid w:val="00B337F1"/>
    <w:rsid w:val="00B756C5"/>
    <w:rsid w:val="00BB26ED"/>
    <w:rsid w:val="00BC459C"/>
    <w:rsid w:val="00C3531A"/>
    <w:rsid w:val="00C62AF2"/>
    <w:rsid w:val="00C62B52"/>
    <w:rsid w:val="00C70AED"/>
    <w:rsid w:val="00CD7B43"/>
    <w:rsid w:val="00D04510"/>
    <w:rsid w:val="00D24595"/>
    <w:rsid w:val="00D862EA"/>
    <w:rsid w:val="00DD15AC"/>
    <w:rsid w:val="00DD30CF"/>
    <w:rsid w:val="00E03112"/>
    <w:rsid w:val="00EA2D6F"/>
    <w:rsid w:val="00EB271D"/>
    <w:rsid w:val="00ED7C28"/>
    <w:rsid w:val="00F77396"/>
    <w:rsid w:val="00F82160"/>
    <w:rsid w:val="00F94B73"/>
    <w:rsid w:val="00FC030F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49F7E6"/>
  <w15:docId w15:val="{0E728E6C-2377-4248-B3A0-7A4FB41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B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82EAE3A-6000-4ADB-9D34-F8BC7ED5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AB2A156B</Template>
  <TotalTime>31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19906562</cp:lastModifiedBy>
  <cp:revision>7</cp:revision>
  <cp:lastPrinted>2020-04-06T23:01:00Z</cp:lastPrinted>
  <dcterms:created xsi:type="dcterms:W3CDTF">2020-04-22T13:54:00Z</dcterms:created>
  <dcterms:modified xsi:type="dcterms:W3CDTF">2020-05-15T06:24:00Z</dcterms:modified>
</cp:coreProperties>
</file>